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34" w:rsidRDefault="008D2234" w:rsidP="006A2036">
      <w:pPr>
        <w:pStyle w:val="Style11"/>
        <w:widowControl/>
        <w:spacing w:line="266" w:lineRule="exact"/>
        <w:ind w:right="770"/>
        <w:jc w:val="center"/>
        <w:rPr>
          <w:rStyle w:val="FontStyle22"/>
        </w:rPr>
      </w:pPr>
      <w:bookmarkStart w:id="0" w:name="_GoBack"/>
      <w:bookmarkEnd w:id="0"/>
      <w:r>
        <w:rPr>
          <w:rStyle w:val="FontStyle22"/>
        </w:rPr>
        <w:t xml:space="preserve">                                                                                                                       Приложение к приказу </w:t>
      </w:r>
    </w:p>
    <w:p w:rsidR="008D2234" w:rsidRDefault="008D2234" w:rsidP="000553C5">
      <w:pPr>
        <w:pStyle w:val="Style11"/>
        <w:widowControl/>
        <w:spacing w:line="266" w:lineRule="exact"/>
        <w:ind w:right="646"/>
        <w:jc w:val="right"/>
        <w:rPr>
          <w:rStyle w:val="FontStyle22"/>
        </w:rPr>
      </w:pPr>
      <w:r>
        <w:rPr>
          <w:rStyle w:val="FontStyle22"/>
        </w:rPr>
        <w:t xml:space="preserve">Управления образования </w:t>
      </w:r>
    </w:p>
    <w:p w:rsidR="008D2234" w:rsidRDefault="008D2234" w:rsidP="000553C5">
      <w:pPr>
        <w:pStyle w:val="Style11"/>
        <w:widowControl/>
        <w:spacing w:line="266" w:lineRule="exact"/>
        <w:ind w:right="646"/>
        <w:jc w:val="center"/>
        <w:rPr>
          <w:rStyle w:val="FontStyle22"/>
        </w:rPr>
      </w:pPr>
      <w:r>
        <w:rPr>
          <w:rStyle w:val="FontStyle22"/>
        </w:rPr>
        <w:t xml:space="preserve">                                                                                                                 от 14.09.2020 № 191</w:t>
      </w:r>
    </w:p>
    <w:p w:rsidR="008D2234" w:rsidRPr="004850B9" w:rsidRDefault="008D2234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2234" w:rsidRDefault="008D2234" w:rsidP="004850B9">
      <w:pPr>
        <w:pStyle w:val="Heading1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283F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организации и проведению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школьного</w:t>
      </w:r>
      <w:r w:rsidRPr="00A9283F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 школьников по физике </w:t>
      </w:r>
    </w:p>
    <w:p w:rsidR="008D2234" w:rsidRDefault="008D2234" w:rsidP="004850B9">
      <w:pPr>
        <w:pStyle w:val="Heading2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2234" w:rsidRPr="00A9283F" w:rsidRDefault="008D2234" w:rsidP="004850B9">
      <w:pPr>
        <w:pStyle w:val="Heading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bCs/>
          <w:sz w:val="28"/>
          <w:szCs w:val="28"/>
        </w:rPr>
        <w:t>Общие требования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234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 олимпиады (далее - Ш</w:t>
      </w:r>
      <w:r w:rsidRPr="00266A96">
        <w:rPr>
          <w:rFonts w:ascii="Times New Roman" w:hAnsi="Times New Roman" w:cs="Times New Roman"/>
          <w:sz w:val="24"/>
          <w:szCs w:val="24"/>
        </w:rPr>
        <w:t>ЭО)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</w:t>
      </w:r>
      <w:r>
        <w:rPr>
          <w:rFonts w:ascii="Times New Roman" w:hAnsi="Times New Roman" w:cs="Times New Roman"/>
          <w:sz w:val="24"/>
          <w:szCs w:val="24"/>
        </w:rPr>
        <w:t>. N 1252.</w:t>
      </w:r>
      <w:r w:rsidRPr="00266A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A9283F">
        <w:rPr>
          <w:rFonts w:ascii="Times New Roman" w:hAnsi="Times New Roman" w:cs="Times New Roman"/>
          <w:sz w:val="24"/>
          <w:szCs w:val="24"/>
        </w:rPr>
        <w:t xml:space="preserve">ЭО проводится по единым заданиям, разработанным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A9283F">
        <w:rPr>
          <w:rFonts w:ascii="Times New Roman" w:hAnsi="Times New Roman" w:cs="Times New Roman"/>
          <w:sz w:val="24"/>
          <w:szCs w:val="24"/>
        </w:rPr>
        <w:t xml:space="preserve"> предметно-методическими комиссиями.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Настоя</w:t>
      </w:r>
      <w:r>
        <w:rPr>
          <w:rFonts w:ascii="Times New Roman" w:hAnsi="Times New Roman" w:cs="Times New Roman"/>
          <w:sz w:val="24"/>
          <w:szCs w:val="24"/>
        </w:rPr>
        <w:t xml:space="preserve">щие требования </w:t>
      </w:r>
      <w:r w:rsidRPr="00A9283F">
        <w:rPr>
          <w:rFonts w:ascii="Times New Roman" w:hAnsi="Times New Roman" w:cs="Times New Roman"/>
          <w:sz w:val="24"/>
          <w:szCs w:val="24"/>
        </w:rPr>
        <w:t xml:space="preserve">определяют: </w:t>
      </w:r>
    </w:p>
    <w:p w:rsidR="008D2234" w:rsidRPr="00A9283F" w:rsidRDefault="008D223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 проведения Ш</w:t>
      </w:r>
      <w:r w:rsidRPr="00A9283F">
        <w:rPr>
          <w:rFonts w:ascii="Times New Roman" w:hAnsi="Times New Roman" w:cs="Times New Roman"/>
          <w:sz w:val="24"/>
          <w:szCs w:val="24"/>
        </w:rPr>
        <w:t>ЭО и количество туров;</w:t>
      </w:r>
    </w:p>
    <w:p w:rsidR="008D2234" w:rsidRDefault="008D223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время начала олимпиады и продолж</w:t>
      </w:r>
      <w:r>
        <w:rPr>
          <w:rFonts w:ascii="Times New Roman" w:hAnsi="Times New Roman" w:cs="Times New Roman"/>
          <w:sz w:val="24"/>
          <w:szCs w:val="24"/>
        </w:rPr>
        <w:t>ительность туров по конкретному</w:t>
      </w:r>
    </w:p>
    <w:p w:rsidR="008D2234" w:rsidRPr="00A9283F" w:rsidRDefault="008D2234" w:rsidP="006A20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общеобразовательному предмету отдельно по классам (параллелям);</w:t>
      </w:r>
    </w:p>
    <w:p w:rsidR="008D2234" w:rsidRPr="00A9283F" w:rsidRDefault="008D223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специальное оборудование, не</w:t>
      </w:r>
      <w:r>
        <w:rPr>
          <w:rFonts w:ascii="Times New Roman" w:hAnsi="Times New Roman" w:cs="Times New Roman"/>
          <w:sz w:val="24"/>
          <w:szCs w:val="24"/>
        </w:rPr>
        <w:t>обходимое для проведения туров Ш</w:t>
      </w:r>
      <w:r w:rsidRPr="00A9283F">
        <w:rPr>
          <w:rFonts w:ascii="Times New Roman" w:hAnsi="Times New Roman" w:cs="Times New Roman"/>
          <w:sz w:val="24"/>
          <w:szCs w:val="24"/>
        </w:rPr>
        <w:t>ЭО;</w:t>
      </w:r>
    </w:p>
    <w:p w:rsidR="008D2234" w:rsidRPr="00A9283F" w:rsidRDefault="008D2234" w:rsidP="006A20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также содержат информацию </w:t>
      </w:r>
      <w:r w:rsidRPr="00A9283F">
        <w:rPr>
          <w:rFonts w:ascii="Times New Roman" w:hAnsi="Times New Roman" w:cs="Times New Roman"/>
          <w:sz w:val="24"/>
          <w:szCs w:val="24"/>
        </w:rPr>
        <w:t>о разрешении или запрещении использования при выполнении заданий олимпиады справочных материалов, средств связи и вычислительной техники.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</w:t>
      </w:r>
      <w:r w:rsidRPr="00A9283F">
        <w:rPr>
          <w:rFonts w:ascii="Times New Roman" w:hAnsi="Times New Roman" w:cs="Times New Roman"/>
          <w:sz w:val="24"/>
          <w:szCs w:val="24"/>
        </w:rPr>
        <w:t xml:space="preserve">ЭО проводится в сроки, утвержденные приказом 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администрации Нижнетуринского городского округа.</w:t>
      </w:r>
    </w:p>
    <w:p w:rsidR="008D2234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Ш</w:t>
      </w:r>
      <w:r w:rsidRPr="00A9283F">
        <w:rPr>
          <w:rFonts w:ascii="Times New Roman" w:hAnsi="Times New Roman" w:cs="Times New Roman"/>
          <w:sz w:val="24"/>
          <w:szCs w:val="24"/>
        </w:rPr>
        <w:t>ЭО принимают участие обучающиеся 7-11 классов организаций, осуществляющих образовательную деятельность по образовательным программам основного общег</w:t>
      </w:r>
      <w:r>
        <w:rPr>
          <w:rFonts w:ascii="Times New Roman" w:hAnsi="Times New Roman" w:cs="Times New Roman"/>
          <w:sz w:val="24"/>
          <w:szCs w:val="24"/>
        </w:rPr>
        <w:t>о и среднего общего образования.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Участники Ш</w:t>
      </w:r>
      <w:r w:rsidRPr="00A9283F">
        <w:rPr>
          <w:rFonts w:ascii="Times New Roman" w:hAnsi="Times New Roman" w:cs="Times New Roman"/>
          <w:sz w:val="24"/>
          <w:szCs w:val="24"/>
        </w:rPr>
        <w:t xml:space="preserve">ЭО вправе выполнять олимпиадные задания, разработанные для более старших классов по отношению к тем, в которые они проходят обучение. В случае прохождения на последующие этапы олимпиады данные участники выполняют олимпиадные задания, разработанные для </w:t>
      </w:r>
      <w:r>
        <w:rPr>
          <w:rFonts w:ascii="Times New Roman" w:hAnsi="Times New Roman" w:cs="Times New Roman"/>
          <w:sz w:val="24"/>
          <w:szCs w:val="24"/>
        </w:rPr>
        <w:t>класса, который они выбрали на Ш</w:t>
      </w:r>
      <w:r w:rsidRPr="00A9283F">
        <w:rPr>
          <w:rFonts w:ascii="Times New Roman" w:hAnsi="Times New Roman" w:cs="Times New Roman"/>
          <w:sz w:val="24"/>
          <w:szCs w:val="24"/>
        </w:rPr>
        <w:t>Э олимпиады.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началом проведения туров Ш</w:t>
      </w:r>
      <w:r w:rsidRPr="00A9283F">
        <w:rPr>
          <w:rFonts w:ascii="Times New Roman" w:hAnsi="Times New Roman" w:cs="Times New Roman"/>
          <w:sz w:val="24"/>
          <w:szCs w:val="24"/>
        </w:rPr>
        <w:t>ЭО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Каждому участнику олимпиады должно быть предоставлено отдельное рабочее место, оборудованное в соответств</w:t>
      </w:r>
      <w:r>
        <w:rPr>
          <w:rFonts w:ascii="Times New Roman" w:hAnsi="Times New Roman" w:cs="Times New Roman"/>
          <w:sz w:val="24"/>
          <w:szCs w:val="24"/>
        </w:rPr>
        <w:t>ии с требованиями к проведению Ш</w:t>
      </w:r>
      <w:r w:rsidRPr="00A9283F">
        <w:rPr>
          <w:rFonts w:ascii="Times New Roman" w:hAnsi="Times New Roman" w:cs="Times New Roman"/>
          <w:sz w:val="24"/>
          <w:szCs w:val="24"/>
        </w:rPr>
        <w:t>ЭО по каждому общеобразовательному предмету. Все рабочие места участников олимпиады д</w:t>
      </w:r>
      <w:r>
        <w:rPr>
          <w:rFonts w:ascii="Times New Roman" w:hAnsi="Times New Roman" w:cs="Times New Roman"/>
          <w:sz w:val="24"/>
          <w:szCs w:val="24"/>
        </w:rPr>
        <w:t xml:space="preserve">олжны обеспечивать участникам </w:t>
      </w:r>
      <w:r w:rsidRPr="00A9283F">
        <w:rPr>
          <w:rFonts w:ascii="Times New Roman" w:hAnsi="Times New Roman" w:cs="Times New Roman"/>
          <w:sz w:val="24"/>
          <w:szCs w:val="24"/>
        </w:rPr>
        <w:t>олимпиады равные условия, соответствовать действующим на момент проведения олимпиады санитарным эпидемиологичес</w:t>
      </w:r>
      <w:r>
        <w:rPr>
          <w:rFonts w:ascii="Times New Roman" w:hAnsi="Times New Roman" w:cs="Times New Roman"/>
          <w:sz w:val="24"/>
          <w:szCs w:val="24"/>
        </w:rPr>
        <w:t>ким правилам и нормам.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 проведении олимпиады каждому участнику предоставляется комплект олимпиадных заданий и комплект бланков для выполнения заданий единственного письменного тура олимпиады. Комплект бланков для выполнения заданий письменного тура олимпиады состоит из титульного листа и бланков для выполнения заданий.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Кодирование (обезличивание) олимпиадных работ участников состоит в разъединении титульного листа и бл</w:t>
      </w:r>
      <w:r>
        <w:rPr>
          <w:rFonts w:ascii="Times New Roman" w:hAnsi="Times New Roman" w:cs="Times New Roman"/>
          <w:sz w:val="24"/>
          <w:szCs w:val="24"/>
        </w:rPr>
        <w:t xml:space="preserve">анков для выполнения заданий. </w:t>
      </w:r>
      <w:r w:rsidRPr="00A9283F">
        <w:rPr>
          <w:rFonts w:ascii="Times New Roman" w:hAnsi="Times New Roman" w:cs="Times New Roman"/>
          <w:sz w:val="24"/>
          <w:szCs w:val="24"/>
        </w:rPr>
        <w:t>Кодиров</w:t>
      </w:r>
      <w:r>
        <w:rPr>
          <w:rFonts w:ascii="Times New Roman" w:hAnsi="Times New Roman" w:cs="Times New Roman"/>
          <w:sz w:val="24"/>
          <w:szCs w:val="24"/>
        </w:rPr>
        <w:t>ание</w:t>
      </w:r>
      <w:r w:rsidRPr="00A9283F">
        <w:rPr>
          <w:rFonts w:ascii="Times New Roman" w:hAnsi="Times New Roman" w:cs="Times New Roman"/>
          <w:sz w:val="24"/>
          <w:szCs w:val="24"/>
        </w:rPr>
        <w:t xml:space="preserve"> и декодиров</w:t>
      </w:r>
      <w:r>
        <w:rPr>
          <w:rFonts w:ascii="Times New Roman" w:hAnsi="Times New Roman" w:cs="Times New Roman"/>
          <w:sz w:val="24"/>
          <w:szCs w:val="24"/>
        </w:rPr>
        <w:t>ание</w:t>
      </w:r>
      <w:r w:rsidRPr="00A9283F">
        <w:rPr>
          <w:rFonts w:ascii="Times New Roman" w:hAnsi="Times New Roman" w:cs="Times New Roman"/>
          <w:sz w:val="24"/>
          <w:szCs w:val="24"/>
        </w:rPr>
        <w:t xml:space="preserve"> работ осуществляе</w:t>
      </w:r>
      <w:r>
        <w:rPr>
          <w:rFonts w:ascii="Times New Roman" w:hAnsi="Times New Roman" w:cs="Times New Roman"/>
          <w:sz w:val="24"/>
          <w:szCs w:val="24"/>
        </w:rPr>
        <w:t>тся представителем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оргкомитета.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Оргкомитет Ш</w:t>
      </w:r>
      <w:r w:rsidRPr="00A9283F">
        <w:rPr>
          <w:rFonts w:ascii="Times New Roman" w:hAnsi="Times New Roman" w:cs="Times New Roman"/>
          <w:sz w:val="24"/>
          <w:szCs w:val="24"/>
        </w:rPr>
        <w:t>ЭО:</w:t>
      </w:r>
    </w:p>
    <w:p w:rsidR="008D2234" w:rsidRPr="00A9283F" w:rsidRDefault="008D2234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определяет организационно-техн</w:t>
      </w:r>
      <w:r>
        <w:rPr>
          <w:rFonts w:ascii="Times New Roman" w:hAnsi="Times New Roman" w:cs="Times New Roman"/>
          <w:sz w:val="24"/>
          <w:szCs w:val="24"/>
        </w:rPr>
        <w:t>ологическую модель проведения  Ш</w:t>
      </w:r>
      <w:r w:rsidRPr="00A9283F">
        <w:rPr>
          <w:rFonts w:ascii="Times New Roman" w:hAnsi="Times New Roman" w:cs="Times New Roman"/>
          <w:sz w:val="24"/>
          <w:szCs w:val="24"/>
        </w:rPr>
        <w:t>ЭО;</w:t>
      </w:r>
    </w:p>
    <w:p w:rsidR="008D2234" w:rsidRPr="00A9283F" w:rsidRDefault="008D2234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обеспеч</w:t>
      </w:r>
      <w:r>
        <w:rPr>
          <w:rFonts w:ascii="Times New Roman" w:hAnsi="Times New Roman" w:cs="Times New Roman"/>
          <w:sz w:val="24"/>
          <w:szCs w:val="24"/>
        </w:rPr>
        <w:t>ивает организацию и проведение Ш</w:t>
      </w:r>
      <w:r w:rsidRPr="00A9283F">
        <w:rPr>
          <w:rFonts w:ascii="Times New Roman" w:hAnsi="Times New Roman" w:cs="Times New Roman"/>
          <w:sz w:val="24"/>
          <w:szCs w:val="24"/>
        </w:rPr>
        <w:t>ЭО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утверждёнными организатором Ш</w:t>
      </w:r>
      <w:r w:rsidRPr="00A9283F">
        <w:rPr>
          <w:rFonts w:ascii="Times New Roman" w:hAnsi="Times New Roman" w:cs="Times New Roman"/>
          <w:sz w:val="24"/>
          <w:szCs w:val="24"/>
        </w:rPr>
        <w:t xml:space="preserve">ЭО требованиями к проведению олимпиады по каждому общеобразовательному предмету,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 </w:t>
      </w:r>
      <w:r w:rsidRPr="00A9283F">
        <w:rPr>
          <w:rFonts w:ascii="Times New Roman" w:hAnsi="Times New Roman" w:cs="Times New Roman"/>
          <w:sz w:val="24"/>
          <w:szCs w:val="24"/>
        </w:rPr>
        <w:tab/>
        <w:t>образовательную деятельность по образовательным программам основного общего и среднего общего образования;</w:t>
      </w:r>
    </w:p>
    <w:p w:rsidR="008D2234" w:rsidRPr="00A9283F" w:rsidRDefault="008D2234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осуществляет кодировани</w:t>
      </w:r>
      <w:r>
        <w:rPr>
          <w:rFonts w:ascii="Times New Roman" w:hAnsi="Times New Roman" w:cs="Times New Roman"/>
          <w:sz w:val="24"/>
          <w:szCs w:val="24"/>
        </w:rPr>
        <w:t>е олимпиадных работ участников Ш</w:t>
      </w:r>
      <w:r w:rsidRPr="00A9283F">
        <w:rPr>
          <w:rFonts w:ascii="Times New Roman" w:hAnsi="Times New Roman" w:cs="Times New Roman"/>
          <w:sz w:val="24"/>
          <w:szCs w:val="24"/>
        </w:rPr>
        <w:t>ЭО;</w:t>
      </w:r>
    </w:p>
    <w:p w:rsidR="008D2234" w:rsidRPr="00A9283F" w:rsidRDefault="008D2234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несёт ответственность за жизнь и здоровье участников</w:t>
      </w:r>
      <w:r>
        <w:rPr>
          <w:rFonts w:ascii="Times New Roman" w:hAnsi="Times New Roman" w:cs="Times New Roman"/>
          <w:sz w:val="24"/>
          <w:szCs w:val="24"/>
        </w:rPr>
        <w:t xml:space="preserve"> олимпиады во время проведения Ш</w:t>
      </w:r>
      <w:r w:rsidRPr="00A9283F">
        <w:rPr>
          <w:rFonts w:ascii="Times New Roman" w:hAnsi="Times New Roman" w:cs="Times New Roman"/>
          <w:sz w:val="24"/>
          <w:szCs w:val="24"/>
        </w:rPr>
        <w:t>ЭО.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Ш</w:t>
      </w:r>
      <w:r w:rsidRPr="00A9283F">
        <w:rPr>
          <w:rFonts w:ascii="Times New Roman" w:hAnsi="Times New Roman" w:cs="Times New Roman"/>
          <w:sz w:val="24"/>
          <w:szCs w:val="24"/>
        </w:rPr>
        <w:t>ЭО: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заданий. Срок  про</w:t>
      </w:r>
      <w:r>
        <w:rPr>
          <w:rFonts w:ascii="Times New Roman" w:hAnsi="Times New Roman" w:cs="Times New Roman"/>
          <w:sz w:val="24"/>
          <w:szCs w:val="24"/>
        </w:rPr>
        <w:t xml:space="preserve">верки </w:t>
      </w:r>
      <w:r w:rsidRPr="00A9283F">
        <w:rPr>
          <w:rFonts w:ascii="Times New Roman" w:hAnsi="Times New Roman" w:cs="Times New Roman"/>
          <w:sz w:val="24"/>
          <w:szCs w:val="24"/>
        </w:rPr>
        <w:t>и оценки работ участников – три рабочих дня, не считая дня проведения олимпиады;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проводит с участниками олимпиады </w:t>
      </w:r>
      <w:r>
        <w:rPr>
          <w:rFonts w:ascii="Times New Roman" w:hAnsi="Times New Roman" w:cs="Times New Roman"/>
          <w:sz w:val="24"/>
          <w:szCs w:val="24"/>
        </w:rPr>
        <w:t xml:space="preserve">разбор и </w:t>
      </w:r>
      <w:r w:rsidRPr="00A9283F">
        <w:rPr>
          <w:rFonts w:ascii="Times New Roman" w:hAnsi="Times New Roman" w:cs="Times New Roman"/>
          <w:sz w:val="24"/>
          <w:szCs w:val="24"/>
        </w:rPr>
        <w:t>анализ олимпиадных заданий и их решений;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представляет результаты олимпиады её участникам;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рассматривает очно а</w:t>
      </w:r>
      <w:r>
        <w:rPr>
          <w:rFonts w:ascii="Times New Roman" w:hAnsi="Times New Roman" w:cs="Times New Roman"/>
          <w:sz w:val="24"/>
          <w:szCs w:val="24"/>
        </w:rPr>
        <w:t>пелляции участников олимпиады;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определяет победителей и призёров олимпиады на основании рейтинга по каждому общеобразовательному предмету и в соответствии с квото</w:t>
      </w:r>
      <w:r>
        <w:rPr>
          <w:rFonts w:ascii="Times New Roman" w:hAnsi="Times New Roman" w:cs="Times New Roman"/>
          <w:sz w:val="24"/>
          <w:szCs w:val="24"/>
        </w:rPr>
        <w:t>й, установленной организатором Ш</w:t>
      </w:r>
      <w:r w:rsidRPr="00A9283F">
        <w:rPr>
          <w:rFonts w:ascii="Times New Roman" w:hAnsi="Times New Roman" w:cs="Times New Roman"/>
          <w:sz w:val="24"/>
          <w:szCs w:val="24"/>
        </w:rPr>
        <w:t>ЭО;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оформляет и представляет организатору олимпиады результаты олимпиады (протоколы) для их утверждения;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8D2234" w:rsidRPr="00A9283F" w:rsidRDefault="008D223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жюри Ш</w:t>
      </w:r>
      <w:r w:rsidRPr="00A9283F">
        <w:rPr>
          <w:rFonts w:ascii="Times New Roman" w:hAnsi="Times New Roman" w:cs="Times New Roman"/>
          <w:sz w:val="24"/>
          <w:szCs w:val="24"/>
        </w:rPr>
        <w:t>ЭО формируется из числа педагогических, научных и научно-педагогических работников и утверждается приказом Управления образования. Состав жюри всех этапов олимпиады должен меняться не менее чем н</w:t>
      </w:r>
      <w:r>
        <w:rPr>
          <w:rFonts w:ascii="Times New Roman" w:hAnsi="Times New Roman" w:cs="Times New Roman"/>
          <w:sz w:val="24"/>
          <w:szCs w:val="24"/>
        </w:rPr>
        <w:t>а пятую часть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от общего числа членов не реже одного раза в пять лет.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A9283F">
        <w:rPr>
          <w:rFonts w:ascii="Times New Roman" w:hAnsi="Times New Roman" w:cs="Times New Roman"/>
          <w:sz w:val="24"/>
          <w:szCs w:val="24"/>
        </w:rPr>
        <w:t>предметно-методическая комиссия вправе выборочно осуществить перепроверк</w:t>
      </w:r>
      <w:r>
        <w:rPr>
          <w:rFonts w:ascii="Times New Roman" w:hAnsi="Times New Roman" w:cs="Times New Roman"/>
          <w:sz w:val="24"/>
          <w:szCs w:val="24"/>
        </w:rPr>
        <w:t>у олимпиадных работ участников Ш</w:t>
      </w:r>
      <w:r w:rsidRPr="00A9283F">
        <w:rPr>
          <w:rFonts w:ascii="Times New Roman" w:hAnsi="Times New Roman" w:cs="Times New Roman"/>
          <w:sz w:val="24"/>
          <w:szCs w:val="24"/>
        </w:rPr>
        <w:t>ЭО с наилучшими результатами.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проведения Ш</w:t>
      </w:r>
      <w:r w:rsidRPr="00A9283F">
        <w:rPr>
          <w:rFonts w:ascii="Times New Roman" w:hAnsi="Times New Roman" w:cs="Times New Roman"/>
          <w:sz w:val="24"/>
          <w:szCs w:val="24"/>
        </w:rPr>
        <w:t>ЭО участники олимпиады:</w:t>
      </w:r>
    </w:p>
    <w:p w:rsidR="008D2234" w:rsidRPr="00A9283F" w:rsidRDefault="008D223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должны соблюдать Порядок проведения всероссийской олимпиады школьников  и  настоящие Требования;</w:t>
      </w:r>
    </w:p>
    <w:p w:rsidR="008D2234" w:rsidRPr="00A9283F" w:rsidRDefault="008D223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должны следовать указани</w:t>
      </w:r>
      <w:r>
        <w:rPr>
          <w:rFonts w:ascii="Times New Roman" w:hAnsi="Times New Roman" w:cs="Times New Roman"/>
          <w:sz w:val="24"/>
          <w:szCs w:val="24"/>
        </w:rPr>
        <w:t>ям представителей организатора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олимпиады;</w:t>
      </w:r>
    </w:p>
    <w:p w:rsidR="008D2234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Рейтинг участников олимпиады составляется после де</w:t>
      </w:r>
      <w:r>
        <w:rPr>
          <w:rFonts w:ascii="Times New Roman" w:hAnsi="Times New Roman" w:cs="Times New Roman"/>
          <w:sz w:val="24"/>
          <w:szCs w:val="24"/>
        </w:rPr>
        <w:t>кодирования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всех работ.</w:t>
      </w:r>
    </w:p>
    <w:p w:rsidR="008D2234" w:rsidRPr="00A9283F" w:rsidRDefault="008D2234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83F">
        <w:rPr>
          <w:rFonts w:ascii="Times New Roman" w:hAnsi="Times New Roman" w:cs="Times New Roman"/>
          <w:sz w:val="24"/>
          <w:szCs w:val="24"/>
        </w:rPr>
        <w:t>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8D2234" w:rsidRPr="000553C5" w:rsidRDefault="008D2234" w:rsidP="000553C5">
      <w:pPr>
        <w:numPr>
          <w:ilvl w:val="0"/>
          <w:numId w:val="6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53C5">
        <w:rPr>
          <w:rFonts w:ascii="Times New Roman" w:hAnsi="Times New Roman" w:cs="Times New Roman"/>
          <w:sz w:val="24"/>
          <w:szCs w:val="24"/>
        </w:rPr>
        <w:t>После окончания работы апелляционных комиссий председатели жюри подписывают итоговые протоколы с указанием победителей и призеров.</w:t>
      </w:r>
      <w:bookmarkStart w:id="1" w:name="_unldvuni2m5h" w:colFirst="0" w:colLast="0"/>
      <w:bookmarkEnd w:id="1"/>
    </w:p>
    <w:p w:rsidR="008D2234" w:rsidRPr="000553C5" w:rsidRDefault="008D2234" w:rsidP="000553C5">
      <w:pPr>
        <w:spacing w:line="360" w:lineRule="auto"/>
        <w:ind w:left="-30"/>
        <w:jc w:val="center"/>
        <w:rPr>
          <w:rFonts w:ascii="Times New Roman" w:hAnsi="Times New Roman" w:cs="Times New Roman"/>
          <w:sz w:val="28"/>
          <w:szCs w:val="28"/>
        </w:rPr>
      </w:pPr>
      <w:r w:rsidRPr="000553C5">
        <w:rPr>
          <w:rFonts w:ascii="Times New Roman" w:hAnsi="Times New Roman" w:cs="Times New Roman"/>
          <w:b/>
          <w:bCs/>
          <w:sz w:val="28"/>
          <w:szCs w:val="28"/>
        </w:rPr>
        <w:t>Перечень материально-технического обеспечения для выполнения олимпиадных заданий</w:t>
      </w:r>
    </w:p>
    <w:p w:rsidR="008D2234" w:rsidRPr="00A9283F" w:rsidRDefault="008D2234">
      <w:pPr>
        <w:numPr>
          <w:ilvl w:val="0"/>
          <w:numId w:val="11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Задания тиражируются без уменьшения. </w:t>
      </w:r>
      <w:r w:rsidRPr="00434CB4">
        <w:rPr>
          <w:rFonts w:ascii="Times New Roman" w:hAnsi="Times New Roman" w:cs="Times New Roman"/>
          <w:sz w:val="24"/>
          <w:szCs w:val="24"/>
          <w:u w:val="single"/>
        </w:rPr>
        <w:t>Рисунки на заданиях должны быть разборчивы, особенно это касается любых физических данных на них: шкал, цифр и чисел, линеек и пр.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83F">
        <w:rPr>
          <w:rFonts w:ascii="Times New Roman" w:hAnsi="Times New Roman" w:cs="Times New Roman"/>
          <w:sz w:val="24"/>
          <w:szCs w:val="24"/>
        </w:rPr>
        <w:t>Листы с заданиям</w:t>
      </w:r>
      <w:r>
        <w:rPr>
          <w:rFonts w:ascii="Times New Roman" w:hAnsi="Times New Roman" w:cs="Times New Roman"/>
          <w:sz w:val="24"/>
          <w:szCs w:val="24"/>
        </w:rPr>
        <w:t>и передаются председателю Жюри Ш</w:t>
      </w:r>
      <w:r w:rsidRPr="00A9283F">
        <w:rPr>
          <w:rFonts w:ascii="Times New Roman" w:hAnsi="Times New Roman" w:cs="Times New Roman"/>
          <w:sz w:val="24"/>
          <w:szCs w:val="24"/>
        </w:rPr>
        <w:t>ЭО.</w:t>
      </w:r>
    </w:p>
    <w:p w:rsidR="008D2234" w:rsidRPr="00A9283F" w:rsidRDefault="008D2234">
      <w:pPr>
        <w:numPr>
          <w:ilvl w:val="0"/>
          <w:numId w:val="11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Олимпиады использует на туре свои письменные принадлежности, в том числе циркуль, транспортир, линейку, непрограммируемый калькулятор. Однако, организаторы должны предусмотреть некоторое количество запасных ручек с пастой синего цвета на каждую аудиторию.</w:t>
      </w:r>
    </w:p>
    <w:p w:rsidR="008D2234" w:rsidRPr="000553C5" w:rsidRDefault="008D2234" w:rsidP="000553C5">
      <w:pPr>
        <w:numPr>
          <w:ilvl w:val="0"/>
          <w:numId w:val="11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53C5">
        <w:rPr>
          <w:rFonts w:ascii="Times New Roman" w:hAnsi="Times New Roman" w:cs="Times New Roman"/>
          <w:sz w:val="24"/>
          <w:szCs w:val="24"/>
        </w:rPr>
        <w:t>Во время тура участники Олимпиады могут задавать вопросы по условиям задач только в письменной форме. У дежурных по аудитории должны быть в наличии листы/бланки для вопросов.</w:t>
      </w:r>
      <w:bookmarkStart w:id="2" w:name="_5ziqn270qlgq" w:colFirst="0" w:colLast="0"/>
      <w:bookmarkEnd w:id="2"/>
    </w:p>
    <w:p w:rsidR="008D2234" w:rsidRPr="000553C5" w:rsidRDefault="008D2234" w:rsidP="000553C5">
      <w:pPr>
        <w:spacing w:line="360" w:lineRule="auto"/>
        <w:ind w:left="-30"/>
        <w:jc w:val="center"/>
        <w:rPr>
          <w:rFonts w:ascii="Times New Roman" w:hAnsi="Times New Roman" w:cs="Times New Roman"/>
          <w:sz w:val="24"/>
          <w:szCs w:val="24"/>
        </w:rPr>
      </w:pPr>
      <w:r w:rsidRPr="000553C5">
        <w:rPr>
          <w:rFonts w:ascii="Times New Roman" w:hAnsi="Times New Roman" w:cs="Times New Roman"/>
          <w:b/>
          <w:bCs/>
          <w:sz w:val="28"/>
          <w:szCs w:val="28"/>
        </w:rPr>
        <w:t>Перечень разрешённых справочных материалов, средств связи и электронно-вычислительной техники</w:t>
      </w:r>
    </w:p>
    <w:p w:rsidR="008D2234" w:rsidRPr="00A9283F" w:rsidRDefault="008D2234">
      <w:pPr>
        <w:numPr>
          <w:ilvl w:val="0"/>
          <w:numId w:val="8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Физические константы, такие как: ускорение свободного падения, скорость света, газовые постоянные и пр. считаются известными участникам и потому им не сообщаются и не</w:t>
      </w:r>
      <w:r>
        <w:rPr>
          <w:rFonts w:ascii="Times New Roman" w:hAnsi="Times New Roman" w:cs="Times New Roman"/>
          <w:sz w:val="24"/>
          <w:szCs w:val="24"/>
        </w:rPr>
        <w:t xml:space="preserve"> приводятся в условиях заданий.</w:t>
      </w:r>
    </w:p>
    <w:p w:rsidR="008D2234" w:rsidRPr="00C0716D" w:rsidRDefault="008D2234">
      <w:pPr>
        <w:numPr>
          <w:ilvl w:val="0"/>
          <w:numId w:val="8"/>
        </w:numPr>
        <w:spacing w:line="360" w:lineRule="auto"/>
        <w:ind w:left="-30"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9283F">
        <w:rPr>
          <w:rFonts w:ascii="Times New Roman" w:hAnsi="Times New Roman" w:cs="Times New Roman"/>
          <w:sz w:val="24"/>
          <w:szCs w:val="24"/>
        </w:rPr>
        <w:t>Все остальные справочные данные, за исключением указанных п.1., необходимые участнику для выполнения з</w:t>
      </w:r>
      <w:r>
        <w:rPr>
          <w:rFonts w:ascii="Times New Roman" w:hAnsi="Times New Roman" w:cs="Times New Roman"/>
          <w:sz w:val="24"/>
          <w:szCs w:val="24"/>
        </w:rPr>
        <w:t>адания, даны в условии задания.</w:t>
      </w:r>
    </w:p>
    <w:p w:rsidR="008D2234" w:rsidRDefault="008D2234">
      <w:pPr>
        <w:numPr>
          <w:ilvl w:val="0"/>
          <w:numId w:val="8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не допускается использование участниками олимпиады любых иных справочных материалов, кроме указанных в п.2, любых средств связи, и электронно-вычислительной техники за исключением непрограммируемых инженерных калькуляторов.</w:t>
      </w:r>
    </w:p>
    <w:p w:rsidR="008D2234" w:rsidRPr="00C0716D" w:rsidRDefault="008D2234" w:rsidP="00C0716D">
      <w:pPr>
        <w:spacing w:line="360" w:lineRule="auto"/>
        <w:ind w:left="-30" w:firstLine="59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0716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Все указанные пункты необходимо довести до сведения всех участников олимпиады перед началом выполнения заданий!</w:t>
      </w:r>
    </w:p>
    <w:p w:rsidR="008D2234" w:rsidRPr="00A9283F" w:rsidRDefault="008D2234">
      <w:pPr>
        <w:pStyle w:val="Heading2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rrvw7qjuvfq4" w:colFirst="0" w:colLast="0"/>
      <w:bookmarkEnd w:id="3"/>
      <w:r w:rsidRPr="00A9283F">
        <w:rPr>
          <w:rFonts w:ascii="Times New Roman" w:hAnsi="Times New Roman" w:cs="Times New Roman"/>
          <w:b/>
          <w:bCs/>
          <w:sz w:val="28"/>
          <w:szCs w:val="28"/>
        </w:rPr>
        <w:t>Порядок проведения соревновательного тура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A9283F">
        <w:rPr>
          <w:rFonts w:ascii="Times New Roman" w:hAnsi="Times New Roman" w:cs="Times New Roman"/>
          <w:sz w:val="24"/>
          <w:szCs w:val="24"/>
        </w:rPr>
        <w:t>предметно-методическая комиссия по физике готовит отдельные комплекты заданий для каждой из параллелей</w:t>
      </w:r>
      <w:r>
        <w:rPr>
          <w:rFonts w:ascii="Times New Roman" w:hAnsi="Times New Roman" w:cs="Times New Roman"/>
          <w:sz w:val="24"/>
          <w:szCs w:val="24"/>
        </w:rPr>
        <w:t xml:space="preserve"> 7, 8, 9, 10 и 11 классов</w:t>
      </w:r>
      <w:r w:rsidRPr="00A9283F">
        <w:rPr>
          <w:rFonts w:ascii="Times New Roman" w:hAnsi="Times New Roman" w:cs="Times New Roman"/>
          <w:sz w:val="24"/>
          <w:szCs w:val="24"/>
        </w:rPr>
        <w:t>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Задания Олимпиады составлены с учетом школьной программы по принципу «накопленного итога». Они включают как задачи, связанные с теми разделами школьного курса физики, которые изучаются в текущем году, так и задачи по пройденным ранее разделам. </w:t>
      </w:r>
    </w:p>
    <w:p w:rsidR="008D2234" w:rsidRPr="00ED71CC" w:rsidRDefault="008D2234" w:rsidP="00ED71CC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ED71CC">
        <w:rPr>
          <w:rFonts w:ascii="Times New Roman" w:hAnsi="Times New Roman" w:cs="Times New Roman"/>
          <w:sz w:val="24"/>
          <w:szCs w:val="24"/>
        </w:rPr>
        <w:t xml:space="preserve">ЭО по физике проводится в один тур индивидуального состязания участников (отдельно7-е, 8-е,  9-е, 10-е, 11-е классы). Выполненное задание участник олимпиады сдаёт в письменной форме. Дополнительный устный опрос не допускается. 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участники Олимпиады должны сидеть по одному за столом (партой).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Оргкомитет обеспечивает рассадку участников так, чтобы за соседними столами, по возможности, сидели учащиеся разных классов.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Перед началом тура дежурные по аудиториям напоминают участникам основные требования (о продолжительности тура, о форме, в которой разрешено задавать вопросы, порядке оформления отчётов о проделанной работе и т.д.).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bCs/>
          <w:sz w:val="24"/>
          <w:szCs w:val="24"/>
        </w:rPr>
        <w:t>Участникам Олимпиады запрещается</w:t>
      </w:r>
      <w:r w:rsidRPr="00A9283F">
        <w:rPr>
          <w:rFonts w:ascii="Times New Roman" w:hAnsi="Times New Roman" w:cs="Times New Roman"/>
          <w:sz w:val="24"/>
          <w:szCs w:val="24"/>
        </w:rPr>
        <w:t>:</w:t>
      </w:r>
    </w:p>
    <w:p w:rsidR="008D2234" w:rsidRPr="00A9283F" w:rsidRDefault="008D223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приносить в аудитории и использовать свои тетради;</w:t>
      </w:r>
    </w:p>
    <w:p w:rsidR="008D2234" w:rsidRPr="00A9283F" w:rsidRDefault="008D223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общаться друг с другом, свободно перемещаться по аудитории;</w:t>
      </w:r>
    </w:p>
    <w:p w:rsidR="008D2234" w:rsidRPr="00A9283F" w:rsidRDefault="008D223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выходить из аудитории без сопровождения Дежурного; </w:t>
      </w:r>
    </w:p>
    <w:p w:rsidR="008D2234" w:rsidRPr="00A9283F" w:rsidRDefault="008D223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выносить из аудитории задания и бланки ответов;</w:t>
      </w:r>
    </w:p>
    <w:p w:rsidR="008D2234" w:rsidRPr="00A9283F" w:rsidRDefault="008D223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использовать для записи решений ручки с красными чернилами;</w:t>
      </w:r>
    </w:p>
    <w:p w:rsidR="008D2234" w:rsidRPr="00A9283F" w:rsidRDefault="008D223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 выполнении экспериментального задания пользоваться принадлежностями, не указанными в условии задания в качестве оборудования;</w:t>
      </w:r>
    </w:p>
    <w:p w:rsidR="008D2234" w:rsidRPr="00A9283F" w:rsidRDefault="008D223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иметь при себе и пользоваться любой справочной литературой и техническими средствами, в том числе средствами связи, кроме указанных в настоящих Требованиях к проведению олимпиады по конкретному предмету;</w:t>
      </w:r>
    </w:p>
    <w:p w:rsidR="008D2234" w:rsidRPr="00A9283F" w:rsidRDefault="008D22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bCs/>
          <w:sz w:val="24"/>
          <w:szCs w:val="24"/>
        </w:rPr>
        <w:t>За нарушение этого пункта участник может быть дисквалифицирован.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 случае необходимости, участник может приносить лекарства в количествах, необходимых на время проведения Олимпиады.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Члены жюри раздают условия участникам Олимпиады и записывают на доске время начала и окончания тура.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Через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A9283F">
        <w:rPr>
          <w:rFonts w:ascii="Times New Roman" w:hAnsi="Times New Roman" w:cs="Times New Roman"/>
          <w:sz w:val="24"/>
          <w:szCs w:val="24"/>
        </w:rPr>
        <w:t xml:space="preserve"> минут после начала тура участники Олимпиады могут задавать вопросы по условиям задач в письменной форме. Для этого у дежурных по аудитории должны быть в наличии бланки для вопросов. Ответы на содержательные вопросы озвучиваются </w:t>
      </w:r>
      <w:r w:rsidRPr="00A9283F">
        <w:rPr>
          <w:rFonts w:ascii="Times New Roman" w:hAnsi="Times New Roman" w:cs="Times New Roman"/>
          <w:b/>
          <w:bCs/>
          <w:sz w:val="24"/>
          <w:szCs w:val="24"/>
        </w:rPr>
        <w:t>одним</w:t>
      </w:r>
      <w:r w:rsidRPr="00A9283F">
        <w:rPr>
          <w:rFonts w:ascii="Times New Roman" w:hAnsi="Times New Roman" w:cs="Times New Roman"/>
          <w:sz w:val="24"/>
          <w:szCs w:val="24"/>
        </w:rPr>
        <w:t xml:space="preserve"> членом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 Жюри прекращает принимать вопросы за 30 минут до окончания тура.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Дежурный по аудитории напоминает участникам Олимпиады о времени, оставшемся до окончания тура: за 30 минут, за 15 минут и за 5 минут.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Олимпиады обязан до истечения отведенного на тур времени сдать свою работу (тетради и дополнительные листы). Дежурный по аудитории проверяет соответствие выданных и сданных тетрадей.</w:t>
      </w:r>
    </w:p>
    <w:p w:rsidR="008D2234" w:rsidRPr="00A9283F" w:rsidRDefault="008D2234">
      <w:pPr>
        <w:numPr>
          <w:ilvl w:val="0"/>
          <w:numId w:val="4"/>
        </w:numPr>
        <w:spacing w:line="360" w:lineRule="auto"/>
        <w:ind w:left="-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может сдать работу досрочно, после чего он обязан оставаться в месте состязания на туре или перейти в специально отведенное организаторами помещение, в котором обеспечены всех условия защиты от утечки информации и оставаться в нем до времени, предусмотренного п.5.</w:t>
      </w:r>
    </w:p>
    <w:p w:rsidR="008D2234" w:rsidRPr="00A9283F" w:rsidRDefault="008D2234" w:rsidP="00C13F30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66dcu4gyp9nv" w:colFirst="0" w:colLast="0"/>
      <w:bookmarkEnd w:id="4"/>
    </w:p>
    <w:sectPr w:rsidR="008D2234" w:rsidRPr="00A9283F" w:rsidSect="000553C5">
      <w:pgSz w:w="11909" w:h="16834"/>
      <w:pgMar w:top="567" w:right="567" w:bottom="567" w:left="113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0266"/>
    <w:multiLevelType w:val="multilevel"/>
    <w:tmpl w:val="4F7A576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7FA2F7B"/>
    <w:multiLevelType w:val="multilevel"/>
    <w:tmpl w:val="6A40A5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1202065F"/>
    <w:multiLevelType w:val="multilevel"/>
    <w:tmpl w:val="2A4879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24B0A1E"/>
    <w:multiLevelType w:val="multilevel"/>
    <w:tmpl w:val="893E9F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3729522E"/>
    <w:multiLevelType w:val="multilevel"/>
    <w:tmpl w:val="D9CC150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AFA3B03"/>
    <w:multiLevelType w:val="multilevel"/>
    <w:tmpl w:val="55BA1DC2"/>
    <w:lvl w:ilvl="0">
      <w:start w:val="1"/>
      <w:numFmt w:val="bullet"/>
      <w:lvlText w:val="-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44065331"/>
    <w:multiLevelType w:val="multilevel"/>
    <w:tmpl w:val="87985C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4EC05CA8"/>
    <w:multiLevelType w:val="multilevel"/>
    <w:tmpl w:val="C6FC3C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6AD07643"/>
    <w:multiLevelType w:val="multilevel"/>
    <w:tmpl w:val="7862D0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6E57546D"/>
    <w:multiLevelType w:val="multilevel"/>
    <w:tmpl w:val="50E86D2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75935880"/>
    <w:multiLevelType w:val="multilevel"/>
    <w:tmpl w:val="DCBCDAD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8"/>
  </w:num>
  <w:num w:numId="8">
    <w:abstractNumId w:val="4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DC2"/>
    <w:rsid w:val="00010DC2"/>
    <w:rsid w:val="000553C5"/>
    <w:rsid w:val="0016502A"/>
    <w:rsid w:val="00257212"/>
    <w:rsid w:val="00266A96"/>
    <w:rsid w:val="002A0E24"/>
    <w:rsid w:val="003A0C7F"/>
    <w:rsid w:val="0041044D"/>
    <w:rsid w:val="00434CB4"/>
    <w:rsid w:val="004462FF"/>
    <w:rsid w:val="004850B9"/>
    <w:rsid w:val="0049364C"/>
    <w:rsid w:val="004F771B"/>
    <w:rsid w:val="00697072"/>
    <w:rsid w:val="006A2036"/>
    <w:rsid w:val="008B670E"/>
    <w:rsid w:val="008C5EF5"/>
    <w:rsid w:val="008D2234"/>
    <w:rsid w:val="00914390"/>
    <w:rsid w:val="00A9283F"/>
    <w:rsid w:val="00B02499"/>
    <w:rsid w:val="00C0716D"/>
    <w:rsid w:val="00C13F30"/>
    <w:rsid w:val="00CC6B3C"/>
    <w:rsid w:val="00D774DA"/>
    <w:rsid w:val="00E14274"/>
    <w:rsid w:val="00E32617"/>
    <w:rsid w:val="00ED71CC"/>
    <w:rsid w:val="00F23FD9"/>
    <w:rsid w:val="00FA4958"/>
    <w:rsid w:val="00FD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FD9"/>
    <w:pPr>
      <w:spacing w:line="276" w:lineRule="auto"/>
    </w:pPr>
    <w:rPr>
      <w:color w:val="00000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3FD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3FD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3FD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23FD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23FD9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23FD9"/>
    <w:pPr>
      <w:keepNext/>
      <w:keepLines/>
      <w:spacing w:before="240" w:after="80"/>
      <w:outlineLvl w:val="5"/>
    </w:pPr>
    <w:rPr>
      <w:i/>
      <w:iCs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color w:val="000000"/>
    </w:rPr>
  </w:style>
  <w:style w:type="table" w:customStyle="1" w:styleId="TableNormal1">
    <w:name w:val="Table Normal1"/>
    <w:uiPriority w:val="99"/>
    <w:rsid w:val="00F23FD9"/>
    <w:pPr>
      <w:spacing w:line="276" w:lineRule="auto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F23FD9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23FD9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F23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23FD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F23FD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A928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28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13F30"/>
    <w:pPr>
      <w:ind w:left="720"/>
    </w:pPr>
  </w:style>
  <w:style w:type="paragraph" w:customStyle="1" w:styleId="Style11">
    <w:name w:val="Style11"/>
    <w:basedOn w:val="Normal"/>
    <w:uiPriority w:val="99"/>
    <w:rsid w:val="000553C5"/>
    <w:pPr>
      <w:widowControl w:val="0"/>
      <w:autoSpaceDE w:val="0"/>
      <w:autoSpaceDN w:val="0"/>
      <w:adjustRightInd w:val="0"/>
      <w:spacing w:line="270" w:lineRule="exact"/>
    </w:pPr>
    <w:rPr>
      <w:rFonts w:ascii="Calibri" w:hAnsi="Calibri" w:cs="Calibri"/>
      <w:color w:val="auto"/>
      <w:sz w:val="24"/>
      <w:szCs w:val="24"/>
    </w:rPr>
  </w:style>
  <w:style w:type="character" w:customStyle="1" w:styleId="FontStyle22">
    <w:name w:val="Font Style22"/>
    <w:uiPriority w:val="99"/>
    <w:rsid w:val="000553C5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9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5</Pages>
  <Words>1535</Words>
  <Characters>8756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Шалагина Елена Юрьевна</dc:creator>
  <cp:keywords/>
  <dc:description/>
  <cp:lastModifiedBy>1</cp:lastModifiedBy>
  <cp:revision>8</cp:revision>
  <dcterms:created xsi:type="dcterms:W3CDTF">2018-11-07T10:00:00Z</dcterms:created>
  <dcterms:modified xsi:type="dcterms:W3CDTF">2020-10-13T12:25:00Z</dcterms:modified>
</cp:coreProperties>
</file>